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9FF" w:rsidRDefault="0058095A" w:rsidP="002E634C">
      <w:pPr>
        <w:tabs>
          <w:tab w:val="left" w:pos="2638"/>
        </w:tabs>
        <w:rPr>
          <w:sz w:val="16"/>
          <w:szCs w:val="16"/>
          <w:lang w:val="en"/>
        </w:rPr>
      </w:pPr>
      <w:r w:rsidRPr="002F348E">
        <w:rPr>
          <w:sz w:val="16"/>
          <w:szCs w:val="16"/>
          <w:lang w:val="en"/>
        </w:rPr>
        <w:t>${RECORD_BLOCK}</w:t>
      </w:r>
      <w:bookmarkStart w:id="0" w:name="_GoBack"/>
      <w:bookmarkEnd w:id="0"/>
    </w:p>
    <w:p w:rsidR="0058095A" w:rsidRPr="009625FE" w:rsidRDefault="00E75E98" w:rsidP="002E634C">
      <w:pPr>
        <w:tabs>
          <w:tab w:val="left" w:pos="2638"/>
        </w:tabs>
        <w:rPr>
          <w:b/>
          <w:bCs/>
          <w:color w:val="7F7F7F" w:themeColor="text1" w:themeTint="80"/>
          <w:sz w:val="13"/>
          <w:szCs w:val="13"/>
          <w:u w:color="008BCF"/>
          <w:lang w:val="en"/>
        </w:rPr>
      </w:pPr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${</w:t>
      </w:r>
      <w:proofErr w:type="spellStart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twig:export.contact.org_name</w:t>
      </w:r>
      <w:proofErr w:type="spellEnd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} ${</w:t>
      </w:r>
      <w:proofErr w:type="spellStart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twig:export.contact.adr_one_street</w:t>
      </w:r>
      <w:proofErr w:type="spellEnd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} ${</w:t>
      </w:r>
      <w:proofErr w:type="spellStart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twig:export.contact.adr_one_postalcode</w:t>
      </w:r>
      <w:proofErr w:type="spellEnd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} ${</w:t>
      </w:r>
      <w:proofErr w:type="spellStart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twig:export.contact.adr_one_locality</w:t>
      </w:r>
      <w:proofErr w:type="spellEnd"/>
      <w:r w:rsidRPr="009625FE">
        <w:rPr>
          <w:b/>
          <w:bCs/>
          <w:color w:val="7F7F7F" w:themeColor="text1" w:themeTint="80"/>
          <w:sz w:val="13"/>
          <w:szCs w:val="13"/>
          <w:u w:color="008BCF"/>
          <w:lang w:val="en"/>
        </w:rPr>
        <w:t>}</w:t>
      </w:r>
    </w:p>
    <w:p w:rsidR="003D42B1" w:rsidRPr="00DB6F83" w:rsidRDefault="003D42B1" w:rsidP="009A7BFE">
      <w:pPr>
        <w:rPr>
          <w:b/>
          <w:bCs/>
          <w:sz w:val="20"/>
          <w:szCs w:val="20"/>
          <w:lang w:val="en-US"/>
        </w:rPr>
      </w:pPr>
    </w:p>
    <w:p w:rsidR="00011AFD" w:rsidRDefault="002B01B7" w:rsidP="002B01B7">
      <w:pPr>
        <w:rPr>
          <w:lang w:val="en-US"/>
        </w:rPr>
      </w:pPr>
      <w:r>
        <w:rPr>
          <w:rFonts w:eastAsia="Calibri"/>
          <w:lang w:val="en-US"/>
        </w:rPr>
        <w:t>$</w:t>
      </w:r>
      <w:r w:rsidR="00011AFD">
        <w:rPr>
          <w:rFonts w:eastAsia="Calibri"/>
          <w:lang w:val="en-US"/>
        </w:rPr>
        <w:t>{</w:t>
      </w:r>
      <w:proofErr w:type="spellStart"/>
      <w:r w:rsidR="009327E7" w:rsidRPr="002B01B7">
        <w:rPr>
          <w:rFonts w:eastAsia="Calibri"/>
        </w:rPr>
        <w:t>twig</w:t>
      </w:r>
      <w:proofErr w:type="spellEnd"/>
      <w:r w:rsidR="00197CD6">
        <w:rPr>
          <w:rFonts w:eastAsia="Calibri"/>
          <w:lang w:val="en-US"/>
        </w:rPr>
        <w:t>:</w:t>
      </w:r>
      <w:proofErr w:type="spellStart"/>
      <w:r w:rsidR="009327E7">
        <w:rPr>
          <w:rFonts w:eastAsia="Calibri"/>
          <w:lang w:val="en-US"/>
        </w:rPr>
        <w:t>address.</w:t>
      </w:r>
      <w:r w:rsidR="00011AFD">
        <w:rPr>
          <w:rFonts w:eastAsia="Calibri"/>
          <w:lang w:val="en-US"/>
        </w:rPr>
        <w:t>company</w:t>
      </w:r>
      <w:proofErr w:type="spellEnd"/>
      <w:r w:rsidR="00011AFD">
        <w:rPr>
          <w:rFonts w:eastAsia="Calibri"/>
          <w:lang w:val="en-US"/>
        </w:rPr>
        <w:t>}</w:t>
      </w:r>
    </w:p>
    <w:p w:rsidR="00011AFD" w:rsidRDefault="00011AFD" w:rsidP="00011AFD">
      <w:pPr>
        <w:rPr>
          <w:lang w:val="en-US"/>
        </w:rPr>
      </w:pPr>
      <w:r>
        <w:rPr>
          <w:lang w:val="en-US"/>
        </w:rPr>
        <w:t>${</w:t>
      </w:r>
      <w:proofErr w:type="spellStart"/>
      <w:r w:rsidR="00197CD6">
        <w:rPr>
          <w:lang w:val="en-US"/>
        </w:rPr>
        <w:t>twig:</w:t>
      </w:r>
      <w:r w:rsidR="009327E7">
        <w:rPr>
          <w:lang w:val="en-US"/>
        </w:rPr>
        <w:t>address.</w:t>
      </w:r>
      <w:r>
        <w:rPr>
          <w:lang w:val="en-US"/>
        </w:rPr>
        <w:t>firstname</w:t>
      </w:r>
      <w:proofErr w:type="spellEnd"/>
      <w:r>
        <w:rPr>
          <w:lang w:val="en-US"/>
        </w:rPr>
        <w:t>} ${</w:t>
      </w:r>
      <w:proofErr w:type="spellStart"/>
      <w:r w:rsidR="00197CD6">
        <w:rPr>
          <w:lang w:val="en-US"/>
        </w:rPr>
        <w:t>twig:</w:t>
      </w:r>
      <w:r w:rsidR="009327E7">
        <w:rPr>
          <w:lang w:val="en-US"/>
        </w:rPr>
        <w:t>address.</w:t>
      </w:r>
      <w:r>
        <w:rPr>
          <w:lang w:val="en-US"/>
        </w:rPr>
        <w:t>lastname</w:t>
      </w:r>
      <w:proofErr w:type="spellEnd"/>
      <w:r>
        <w:rPr>
          <w:lang w:val="en-US"/>
        </w:rPr>
        <w:t>}</w:t>
      </w:r>
    </w:p>
    <w:p w:rsidR="00011AFD" w:rsidRDefault="00011AFD" w:rsidP="00011AFD">
      <w:pPr>
        <w:rPr>
          <w:lang w:val="en-US"/>
        </w:rPr>
      </w:pPr>
      <w:r>
        <w:rPr>
          <w:lang w:val="en-US"/>
        </w:rPr>
        <w:t>${</w:t>
      </w:r>
      <w:proofErr w:type="spellStart"/>
      <w:r w:rsidR="00197CD6">
        <w:rPr>
          <w:lang w:val="en-US"/>
        </w:rPr>
        <w:t>twig:</w:t>
      </w:r>
      <w:r w:rsidR="009327E7">
        <w:rPr>
          <w:lang w:val="en-US"/>
        </w:rPr>
        <w:t>address.</w:t>
      </w:r>
      <w:r>
        <w:rPr>
          <w:lang w:val="en-US"/>
        </w:rPr>
        <w:t>street</w:t>
      </w:r>
      <w:proofErr w:type="spellEnd"/>
      <w:r>
        <w:rPr>
          <w:lang w:val="en-US"/>
        </w:rPr>
        <w:t>}</w:t>
      </w:r>
    </w:p>
    <w:p w:rsidR="00011AFD" w:rsidRPr="004E15AE" w:rsidRDefault="00011AFD" w:rsidP="002B01B7">
      <w:pPr>
        <w:rPr>
          <w:b/>
        </w:rPr>
      </w:pPr>
      <w:r w:rsidRPr="004E15AE">
        <w:rPr>
          <w:b/>
          <w:lang w:val="en-US"/>
        </w:rPr>
        <w:t>${</w:t>
      </w:r>
      <w:proofErr w:type="spellStart"/>
      <w:r w:rsidR="00197CD6" w:rsidRPr="004E15AE">
        <w:rPr>
          <w:b/>
          <w:lang w:val="en-US"/>
        </w:rPr>
        <w:t>twig:</w:t>
      </w:r>
      <w:r w:rsidR="009327E7" w:rsidRPr="004E15AE">
        <w:rPr>
          <w:b/>
          <w:lang w:val="en-US"/>
        </w:rPr>
        <w:t>address.</w:t>
      </w:r>
      <w:r w:rsidRPr="004E15AE">
        <w:rPr>
          <w:b/>
          <w:lang w:val="en-US"/>
        </w:rPr>
        <w:t>postalcode</w:t>
      </w:r>
      <w:proofErr w:type="spellEnd"/>
      <w:r w:rsidRPr="004E15AE">
        <w:rPr>
          <w:b/>
          <w:lang w:val="en-US"/>
        </w:rPr>
        <w:t>} ${</w:t>
      </w:r>
      <w:proofErr w:type="spellStart"/>
      <w:r w:rsidR="00197CD6" w:rsidRPr="004E15AE">
        <w:rPr>
          <w:b/>
          <w:lang w:val="en-US"/>
        </w:rPr>
        <w:t>twig:</w:t>
      </w:r>
      <w:r w:rsidR="009327E7" w:rsidRPr="004E15AE">
        <w:rPr>
          <w:b/>
          <w:lang w:val="en-US"/>
        </w:rPr>
        <w:t>address.</w:t>
      </w:r>
      <w:r w:rsidRPr="004E15AE">
        <w:rPr>
          <w:b/>
          <w:lang w:val="en-US"/>
        </w:rPr>
        <w:t>locality</w:t>
      </w:r>
      <w:proofErr w:type="spellEnd"/>
      <w:r w:rsidRPr="004E15AE">
        <w:rPr>
          <w:b/>
          <w:lang w:val="en-US"/>
        </w:rPr>
        <w:t>}</w:t>
      </w:r>
    </w:p>
    <w:p w:rsidR="00D61FCB" w:rsidRPr="00CE70E3" w:rsidRDefault="00D61FCB" w:rsidP="00D61FCB">
      <w:pPr>
        <w:pStyle w:val="Rahmeninhalt"/>
        <w:spacing w:after="0" w:line="240" w:lineRule="auto"/>
        <w:rPr>
          <w:rFonts w:ascii="Times New Roman" w:hAnsi="Times New Roman" w:cs="Times New Roman"/>
          <w:sz w:val="20"/>
          <w:szCs w:val="20"/>
          <w:lang w:val="en"/>
        </w:rPr>
      </w:pPr>
    </w:p>
    <w:p w:rsidR="004E15AE" w:rsidRDefault="004E15AE" w:rsidP="00070EFB">
      <w:pPr>
        <w:pStyle w:val="Rahmeninhalt"/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D61FCB" w:rsidRPr="00CE70E3" w:rsidRDefault="00D61FCB" w:rsidP="00070EFB">
      <w:pPr>
        <w:pStyle w:val="Rahmeninhalt"/>
        <w:jc w:val="right"/>
        <w:rPr>
          <w:rFonts w:ascii="Times New Roman" w:hAnsi="Times New Roman" w:cs="Times New Roman"/>
          <w:sz w:val="20"/>
          <w:szCs w:val="20"/>
        </w:rPr>
      </w:pPr>
      <w:r w:rsidRPr="009C17A5">
        <w:rPr>
          <w:rFonts w:ascii="Times New Roman" w:hAnsi="Times New Roman" w:cs="Times New Roman"/>
          <w:b/>
          <w:sz w:val="20"/>
          <w:szCs w:val="20"/>
        </w:rPr>
        <w:t>Datum:</w:t>
      </w:r>
      <w:r>
        <w:rPr>
          <w:rFonts w:ascii="Times New Roman" w:hAnsi="Times New Roman" w:cs="Times New Roman"/>
          <w:sz w:val="20"/>
          <w:szCs w:val="20"/>
        </w:rPr>
        <w:tab/>
      </w:r>
      <w:r w:rsidRPr="00CE70E3">
        <w:rPr>
          <w:rFonts w:ascii="Times New Roman" w:hAnsi="Times New Roman" w:cs="Times New Roman"/>
          <w:sz w:val="20"/>
          <w:szCs w:val="20"/>
        </w:rPr>
        <w:t>${</w:t>
      </w:r>
      <w:proofErr w:type="spellStart"/>
      <w:r w:rsidRPr="00CE70E3">
        <w:rPr>
          <w:rFonts w:ascii="Times New Roman" w:hAnsi="Times New Roman" w:cs="Times New Roman"/>
          <w:sz w:val="20"/>
          <w:szCs w:val="20"/>
        </w:rPr>
        <w:t>twig:export.</w:t>
      </w:r>
      <w:r>
        <w:rPr>
          <w:rFonts w:ascii="Times New Roman" w:hAnsi="Times New Roman" w:cs="Times New Roman"/>
          <w:sz w:val="20"/>
          <w:szCs w:val="20"/>
        </w:rPr>
        <w:t>timestamp.format</w:t>
      </w:r>
      <w:proofErr w:type="spellEnd"/>
      <w:r>
        <w:rPr>
          <w:rFonts w:ascii="Times New Roman" w:hAnsi="Times New Roman" w:cs="Times New Roman"/>
          <w:sz w:val="20"/>
          <w:szCs w:val="20"/>
        </w:rPr>
        <w:t>('</w:t>
      </w:r>
      <w:proofErr w:type="spellStart"/>
      <w:r>
        <w:rPr>
          <w:rFonts w:ascii="Times New Roman" w:hAnsi="Times New Roman" w:cs="Times New Roman"/>
          <w:sz w:val="20"/>
          <w:szCs w:val="20"/>
        </w:rPr>
        <w:t>d.m.Y</w:t>
      </w:r>
      <w:proofErr w:type="spellEnd"/>
      <w:r w:rsidRPr="00CE70E3">
        <w:rPr>
          <w:rFonts w:ascii="Times New Roman" w:hAnsi="Times New Roman" w:cs="Times New Roman"/>
          <w:sz w:val="20"/>
          <w:szCs w:val="20"/>
        </w:rPr>
        <w:t>')}</w:t>
      </w:r>
    </w:p>
    <w:p w:rsidR="003D42B1" w:rsidRPr="00DB6F83" w:rsidRDefault="003D42B1" w:rsidP="009A7BFE">
      <w:pPr>
        <w:contextualSpacing/>
        <w:rPr>
          <w:bCs/>
          <w:sz w:val="20"/>
          <w:szCs w:val="20"/>
          <w:lang w:val="en-US"/>
        </w:rPr>
      </w:pPr>
    </w:p>
    <w:p w:rsidR="0038066F" w:rsidRDefault="0038066F" w:rsidP="002F7805">
      <w:pPr>
        <w:contextualSpacing/>
        <w:rPr>
          <w:bCs/>
          <w:sz w:val="20"/>
          <w:szCs w:val="20"/>
          <w:lang w:val="en"/>
        </w:rPr>
      </w:pPr>
    </w:p>
    <w:p w:rsidR="0038066F" w:rsidRPr="00DB6F83" w:rsidRDefault="0038066F" w:rsidP="0038066F">
      <w:pPr>
        <w:contextualSpacing/>
        <w:rPr>
          <w:b/>
          <w:bCs/>
          <w:lang w:val="en-US"/>
        </w:rPr>
      </w:pPr>
      <w:r>
        <w:rPr>
          <w:b/>
          <w:bCs/>
          <w:lang w:val="en-US"/>
        </w:rPr>
        <w:t>&lt;</w:t>
      </w:r>
      <w:proofErr w:type="spellStart"/>
      <w:r w:rsidRPr="00DB6F83">
        <w:rPr>
          <w:b/>
          <w:bCs/>
          <w:lang w:val="en-US"/>
        </w:rPr>
        <w:t>Thema</w:t>
      </w:r>
      <w:proofErr w:type="spellEnd"/>
      <w:r>
        <w:rPr>
          <w:b/>
          <w:bCs/>
          <w:lang w:val="en-US"/>
        </w:rPr>
        <w:t>&gt;</w:t>
      </w:r>
    </w:p>
    <w:p w:rsidR="003D42B1" w:rsidRDefault="003D42B1" w:rsidP="002F7805">
      <w:pPr>
        <w:contextualSpacing/>
        <w:rPr>
          <w:bCs/>
          <w:sz w:val="20"/>
          <w:szCs w:val="20"/>
          <w:lang w:val="en"/>
        </w:rPr>
      </w:pPr>
    </w:p>
    <w:p w:rsidR="003D42B1" w:rsidRDefault="003D42B1" w:rsidP="002F7805">
      <w:pPr>
        <w:contextualSpacing/>
        <w:rPr>
          <w:bCs/>
          <w:sz w:val="20"/>
          <w:szCs w:val="20"/>
          <w:lang w:val="en"/>
        </w:rPr>
      </w:pPr>
    </w:p>
    <w:p w:rsidR="003D42B1" w:rsidRPr="00DB6F83" w:rsidRDefault="003D42B1" w:rsidP="002F7805">
      <w:pPr>
        <w:contextualSpacing/>
        <w:rPr>
          <w:bCs/>
          <w:sz w:val="20"/>
          <w:szCs w:val="20"/>
          <w:lang w:val="en"/>
        </w:rPr>
      </w:pPr>
      <w:r w:rsidRPr="00DB6F83">
        <w:rPr>
          <w:bCs/>
          <w:sz w:val="20"/>
          <w:szCs w:val="20"/>
          <w:lang w:val="en"/>
        </w:rPr>
        <w:t>${</w:t>
      </w:r>
      <w:proofErr w:type="spellStart"/>
      <w:r w:rsidRPr="00DB6F83">
        <w:rPr>
          <w:bCs/>
          <w:sz w:val="20"/>
          <w:szCs w:val="20"/>
          <w:lang w:val="en"/>
        </w:rPr>
        <w:t>twig:record.salutation</w:t>
      </w:r>
      <w:proofErr w:type="spellEnd"/>
      <w:r w:rsidRPr="00DB6F83">
        <w:rPr>
          <w:bCs/>
          <w:sz w:val="20"/>
          <w:szCs w:val="20"/>
          <w:lang w:val="en"/>
        </w:rPr>
        <w:t>} ${</w:t>
      </w:r>
      <w:proofErr w:type="spellStart"/>
      <w:r w:rsidRPr="00DB6F83">
        <w:rPr>
          <w:bCs/>
          <w:sz w:val="20"/>
          <w:szCs w:val="20"/>
          <w:lang w:val="en"/>
        </w:rPr>
        <w:t>twig:record.</w:t>
      </w:r>
      <w:r>
        <w:rPr>
          <w:bCs/>
          <w:sz w:val="20"/>
          <w:szCs w:val="20"/>
          <w:lang w:val="en"/>
        </w:rPr>
        <w:t>n_prefix</w:t>
      </w:r>
      <w:proofErr w:type="spellEnd"/>
      <w:r w:rsidR="00C12E77">
        <w:rPr>
          <w:bCs/>
          <w:sz w:val="20"/>
          <w:szCs w:val="20"/>
          <w:lang w:val="en"/>
        </w:rPr>
        <w:t>} ${</w:t>
      </w:r>
      <w:proofErr w:type="spellStart"/>
      <w:r w:rsidR="00C12E77">
        <w:rPr>
          <w:bCs/>
          <w:sz w:val="20"/>
          <w:szCs w:val="20"/>
          <w:lang w:val="en"/>
        </w:rPr>
        <w:t>twig:record.n_family</w:t>
      </w:r>
      <w:proofErr w:type="spellEnd"/>
      <w:r w:rsidRPr="00DB6F83">
        <w:rPr>
          <w:bCs/>
          <w:sz w:val="20"/>
          <w:szCs w:val="20"/>
          <w:lang w:val="en"/>
        </w:rPr>
        <w:t>},</w:t>
      </w:r>
    </w:p>
    <w:p w:rsidR="003D42B1" w:rsidRPr="00243E9C" w:rsidRDefault="003D42B1" w:rsidP="002F7805">
      <w:pPr>
        <w:contextualSpacing/>
        <w:rPr>
          <w:bCs/>
          <w:sz w:val="20"/>
          <w:szCs w:val="20"/>
          <w:lang w:val="en"/>
        </w:rPr>
      </w:pPr>
    </w:p>
    <w:p w:rsidR="0038066F" w:rsidRDefault="0038066F" w:rsidP="0038066F">
      <w:pPr>
        <w:contextualSpacing/>
        <w:rPr>
          <w:bCs/>
          <w:sz w:val="20"/>
          <w:szCs w:val="20"/>
        </w:rPr>
      </w:pPr>
      <w:r w:rsidRPr="002F348E">
        <w:rPr>
          <w:bCs/>
          <w:sz w:val="20"/>
          <w:szCs w:val="20"/>
        </w:rPr>
        <w:t>&lt;Text&gt;</w:t>
      </w:r>
    </w:p>
    <w:p w:rsidR="00F44412" w:rsidRPr="002F348E" w:rsidRDefault="00F44412" w:rsidP="0038066F">
      <w:pPr>
        <w:contextualSpacing/>
        <w:rPr>
          <w:bCs/>
          <w:sz w:val="20"/>
          <w:szCs w:val="20"/>
        </w:rPr>
      </w:pPr>
    </w:p>
    <w:p w:rsidR="003D42B1" w:rsidRPr="002F348E" w:rsidRDefault="003D42B1" w:rsidP="002F7805">
      <w:pPr>
        <w:contextualSpacing/>
        <w:rPr>
          <w:bCs/>
          <w:sz w:val="20"/>
          <w:szCs w:val="20"/>
        </w:rPr>
      </w:pPr>
    </w:p>
    <w:p w:rsidR="003D42B1" w:rsidRDefault="003D42B1" w:rsidP="002F7805">
      <w:pPr>
        <w:contextualSpacing/>
        <w:rPr>
          <w:bCs/>
          <w:sz w:val="20"/>
          <w:szCs w:val="20"/>
        </w:rPr>
      </w:pPr>
    </w:p>
    <w:p w:rsidR="003D42B1" w:rsidRPr="00DB6F83" w:rsidRDefault="003D42B1" w:rsidP="002F7805">
      <w:pPr>
        <w:contextualSpacing/>
        <w:rPr>
          <w:bCs/>
          <w:sz w:val="20"/>
          <w:szCs w:val="20"/>
        </w:rPr>
      </w:pPr>
      <w:r w:rsidRPr="00DB6F83">
        <w:rPr>
          <w:bCs/>
          <w:sz w:val="20"/>
          <w:szCs w:val="20"/>
        </w:rPr>
        <w:t>Mit freundlichen Grüßen</w:t>
      </w:r>
    </w:p>
    <w:p w:rsidR="003D42B1" w:rsidRPr="00722252" w:rsidRDefault="003D42B1" w:rsidP="002F7805">
      <w:pPr>
        <w:spacing w:after="100" w:afterAutospacing="1"/>
        <w:contextualSpacing/>
        <w:rPr>
          <w:sz w:val="20"/>
          <w:szCs w:val="20"/>
        </w:rPr>
      </w:pPr>
      <w:r w:rsidRPr="00722252">
        <w:rPr>
          <w:bCs/>
          <w:sz w:val="20"/>
          <w:szCs w:val="20"/>
        </w:rPr>
        <w:t>i.A. ${</w:t>
      </w:r>
      <w:proofErr w:type="spellStart"/>
      <w:r w:rsidRPr="00722252">
        <w:rPr>
          <w:bCs/>
          <w:sz w:val="20"/>
          <w:szCs w:val="20"/>
        </w:rPr>
        <w:t>twig:export.</w:t>
      </w:r>
      <w:r w:rsidRPr="00722252">
        <w:rPr>
          <w:bCs/>
          <w:sz w:val="20"/>
          <w:szCs w:val="20"/>
          <w:u w:color="008BCF"/>
        </w:rPr>
        <w:t>contact.n_</w:t>
      </w:r>
      <w:r w:rsidR="00D6179C" w:rsidRPr="00722252">
        <w:rPr>
          <w:bCs/>
          <w:sz w:val="20"/>
          <w:szCs w:val="20"/>
          <w:u w:color="008BCF"/>
        </w:rPr>
        <w:t>given</w:t>
      </w:r>
      <w:proofErr w:type="spellEnd"/>
      <w:r w:rsidRPr="00722252">
        <w:rPr>
          <w:bCs/>
          <w:sz w:val="20"/>
          <w:szCs w:val="20"/>
        </w:rPr>
        <w:t>} ${</w:t>
      </w:r>
      <w:proofErr w:type="spellStart"/>
      <w:r w:rsidRPr="00722252">
        <w:rPr>
          <w:bCs/>
          <w:sz w:val="20"/>
          <w:szCs w:val="20"/>
        </w:rPr>
        <w:t>twig:export.</w:t>
      </w:r>
      <w:r w:rsidRPr="00722252">
        <w:rPr>
          <w:bCs/>
          <w:sz w:val="20"/>
          <w:szCs w:val="20"/>
          <w:u w:color="008BCF"/>
        </w:rPr>
        <w:t>contact.</w:t>
      </w:r>
      <w:r w:rsidR="00D6179C" w:rsidRPr="00722252">
        <w:rPr>
          <w:bCs/>
          <w:sz w:val="20"/>
          <w:szCs w:val="20"/>
          <w:u w:color="008BCF"/>
        </w:rPr>
        <w:t>n_family</w:t>
      </w:r>
      <w:proofErr w:type="spellEnd"/>
      <w:r w:rsidRPr="00722252">
        <w:rPr>
          <w:bCs/>
          <w:sz w:val="20"/>
          <w:szCs w:val="20"/>
        </w:rPr>
        <w:t>}</w:t>
      </w:r>
    </w:p>
    <w:p w:rsidR="003D42B1" w:rsidRPr="00DB6F83" w:rsidRDefault="00067B6D" w:rsidP="002F7805">
      <w:pPr>
        <w:contextualSpacing/>
        <w:rPr>
          <w:bCs/>
          <w:sz w:val="20"/>
          <w:szCs w:val="20"/>
          <w:u w:color="008BCF"/>
          <w:lang w:val="en-US"/>
        </w:rPr>
      </w:pPr>
      <w:r>
        <w:rPr>
          <w:bCs/>
          <w:sz w:val="20"/>
          <w:szCs w:val="20"/>
          <w:u w:color="008BCF"/>
          <w:lang w:val="en-US"/>
        </w:rPr>
        <w:t>${</w:t>
      </w:r>
      <w:proofErr w:type="spellStart"/>
      <w:r>
        <w:rPr>
          <w:bCs/>
          <w:sz w:val="20"/>
          <w:szCs w:val="20"/>
          <w:u w:color="008BCF"/>
          <w:lang w:val="en-US"/>
        </w:rPr>
        <w:t>twig:export.contact.org</w:t>
      </w:r>
      <w:r w:rsidR="003D42B1" w:rsidRPr="00DB6F83">
        <w:rPr>
          <w:bCs/>
          <w:sz w:val="20"/>
          <w:szCs w:val="20"/>
          <w:u w:color="008BCF"/>
          <w:lang w:val="en-US"/>
        </w:rPr>
        <w:t>_name</w:t>
      </w:r>
      <w:proofErr w:type="spellEnd"/>
      <w:r w:rsidR="003D42B1" w:rsidRPr="00DB6F83">
        <w:rPr>
          <w:bCs/>
          <w:sz w:val="20"/>
          <w:szCs w:val="20"/>
          <w:u w:color="008BCF"/>
          <w:lang w:val="en-US"/>
        </w:rPr>
        <w:t>}</w:t>
      </w:r>
    </w:p>
    <w:p w:rsidR="003D42B1" w:rsidRDefault="003D42B1" w:rsidP="009A7BFE">
      <w:pPr>
        <w:contextualSpacing/>
        <w:rPr>
          <w:b/>
          <w:bCs/>
          <w:sz w:val="20"/>
          <w:szCs w:val="20"/>
          <w:u w:color="008BCF"/>
          <w:lang w:val="en-US"/>
        </w:rPr>
      </w:pPr>
    </w:p>
    <w:p w:rsidR="00791B59" w:rsidRDefault="00CB5F25" w:rsidP="00AD2E15">
      <w:pPr>
        <w:contextualSpacing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${/RECORD_BLOCK</w:t>
      </w:r>
      <w:r w:rsidR="00623401">
        <w:rPr>
          <w:sz w:val="16"/>
          <w:szCs w:val="16"/>
          <w:lang w:val="en-US"/>
        </w:rPr>
        <w:t>}</w:t>
      </w:r>
    </w:p>
    <w:p w:rsidR="000D1421" w:rsidRDefault="000D1421" w:rsidP="00AD2E15">
      <w:pPr>
        <w:contextualSpacing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${RECORD_SEPARATOR}</w:t>
      </w:r>
    </w:p>
    <w:p w:rsidR="009625FE" w:rsidRDefault="009625FE" w:rsidP="00AD2E15">
      <w:pPr>
        <w:contextualSpacing/>
        <w:rPr>
          <w:sz w:val="16"/>
          <w:szCs w:val="16"/>
          <w:lang w:val="en-US"/>
        </w:rPr>
      </w:pPr>
    </w:p>
    <w:p w:rsidR="009625FE" w:rsidRDefault="009625FE" w:rsidP="00AD2E15">
      <w:pPr>
        <w:contextualSpacing/>
        <w:rPr>
          <w:sz w:val="16"/>
          <w:szCs w:val="16"/>
          <w:lang w:val="en-US"/>
        </w:rPr>
        <w:sectPr w:rsidR="009625FE" w:rsidSect="003D42B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134" w:left="1417" w:header="708" w:footer="708" w:gutter="0"/>
          <w:pgNumType w:start="1"/>
          <w:cols w:space="720"/>
          <w:formProt w:val="0"/>
          <w:titlePg/>
          <w:docGrid w:linePitch="360" w:charSpace="-6145"/>
        </w:sectPr>
      </w:pPr>
    </w:p>
    <w:p w:rsidR="003D42B1" w:rsidRPr="000D1421" w:rsidRDefault="000D1421" w:rsidP="00CB5F25">
      <w:pPr>
        <w:tabs>
          <w:tab w:val="left" w:pos="2947"/>
        </w:tabs>
        <w:rPr>
          <w:sz w:val="16"/>
          <w:szCs w:val="16"/>
          <w:lang w:val="en"/>
        </w:rPr>
      </w:pPr>
      <w:r>
        <w:rPr>
          <w:sz w:val="16"/>
          <w:szCs w:val="16"/>
          <w:lang w:val="en-US"/>
        </w:rPr>
        <w:lastRenderedPageBreak/>
        <w:t>${/RECORD_SEPARATOR}</w:t>
      </w:r>
    </w:p>
    <w:sectPr w:rsidR="003D42B1" w:rsidRPr="000D1421" w:rsidSect="00CB5F2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pgNumType w:start="1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F52" w:rsidRDefault="00174F52">
      <w:r>
        <w:separator/>
      </w:r>
    </w:p>
  </w:endnote>
  <w:endnote w:type="continuationSeparator" w:id="0">
    <w:p w:rsidR="00174F52" w:rsidRDefault="0017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2B1" w:rsidRPr="002F348E" w:rsidRDefault="003D42B1" w:rsidP="00482E5B">
    <w:pPr>
      <w:pStyle w:val="Footer"/>
      <w:jc w:val="right"/>
      <w:rPr>
        <w:sz w:val="20"/>
        <w:szCs w:val="20"/>
        <w:lang w:val="en"/>
      </w:rPr>
    </w:pPr>
    <w:r w:rsidRPr="002F348E">
      <w:rPr>
        <w:rStyle w:val="PageNumber"/>
        <w:sz w:val="20"/>
        <w:szCs w:val="20"/>
      </w:rPr>
      <w:t xml:space="preserve">Seite </w:t>
    </w:r>
    <w:r w:rsidRPr="002F348E">
      <w:rPr>
        <w:rStyle w:val="PageNumber"/>
      </w:rPr>
      <w:fldChar w:fldCharType="begin"/>
    </w:r>
    <w:r w:rsidRPr="002F348E">
      <w:rPr>
        <w:sz w:val="20"/>
        <w:szCs w:val="20"/>
        <w:lang w:val="en"/>
      </w:rPr>
      <w:instrText>PAGE</w:instrText>
    </w:r>
    <w:r w:rsidRPr="002F348E">
      <w:rPr>
        <w:sz w:val="20"/>
        <w:szCs w:val="20"/>
      </w:rPr>
      <w:fldChar w:fldCharType="separate"/>
    </w:r>
    <w:r w:rsidR="00CB5F25">
      <w:rPr>
        <w:noProof/>
        <w:sz w:val="20"/>
        <w:szCs w:val="20"/>
        <w:lang w:val="en"/>
      </w:rPr>
      <w:t>2</w:t>
    </w:r>
    <w:r w:rsidRPr="002F348E">
      <w:rPr>
        <w:sz w:val="20"/>
        <w:szCs w:val="20"/>
      </w:rPr>
      <w:fldChar w:fldCharType="end"/>
    </w:r>
    <w:r w:rsidRPr="002F348E">
      <w:rPr>
        <w:rStyle w:val="PageNumber"/>
        <w:sz w:val="20"/>
        <w:szCs w:val="20"/>
        <w:lang w:val="en"/>
      </w:rPr>
      <w:t xml:space="preserve"> /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SECTIONPAGES  \* MERGEFORMAT </w:instrText>
    </w:r>
    <w:r>
      <w:rPr>
        <w:sz w:val="20"/>
        <w:szCs w:val="20"/>
      </w:rPr>
      <w:fldChar w:fldCharType="separate"/>
    </w:r>
    <w:r w:rsidR="009625F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2B1" w:rsidRPr="00482E5B" w:rsidRDefault="003D42B1" w:rsidP="00482E5B">
    <w:pPr>
      <w:pStyle w:val="Footer"/>
      <w:jc w:val="right"/>
      <w:rPr>
        <w:sz w:val="20"/>
        <w:szCs w:val="20"/>
        <w:lang w:val="en"/>
      </w:rPr>
    </w:pPr>
    <w:r w:rsidRPr="002F348E">
      <w:rPr>
        <w:rStyle w:val="PageNumber"/>
        <w:sz w:val="20"/>
        <w:szCs w:val="20"/>
      </w:rPr>
      <w:t xml:space="preserve">Seite </w:t>
    </w:r>
    <w:r w:rsidRPr="002F348E">
      <w:rPr>
        <w:rStyle w:val="PageNumber"/>
      </w:rPr>
      <w:fldChar w:fldCharType="begin"/>
    </w:r>
    <w:r w:rsidRPr="002F348E">
      <w:rPr>
        <w:sz w:val="20"/>
        <w:szCs w:val="20"/>
        <w:lang w:val="en"/>
      </w:rPr>
      <w:instrText>PAGE</w:instrText>
    </w:r>
    <w:r w:rsidRPr="002F348E">
      <w:rPr>
        <w:sz w:val="20"/>
        <w:szCs w:val="20"/>
      </w:rPr>
      <w:fldChar w:fldCharType="separate"/>
    </w:r>
    <w:r w:rsidR="00243E9C">
      <w:rPr>
        <w:noProof/>
        <w:sz w:val="20"/>
        <w:szCs w:val="20"/>
        <w:lang w:val="en"/>
      </w:rPr>
      <w:t>1</w:t>
    </w:r>
    <w:r w:rsidRPr="002F348E">
      <w:rPr>
        <w:sz w:val="20"/>
        <w:szCs w:val="20"/>
      </w:rPr>
      <w:fldChar w:fldCharType="end"/>
    </w:r>
    <w:r w:rsidRPr="002F348E">
      <w:rPr>
        <w:rStyle w:val="PageNumber"/>
        <w:sz w:val="20"/>
        <w:szCs w:val="20"/>
        <w:lang w:val="en"/>
      </w:rPr>
      <w:t xml:space="preserve"> /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SECTIONPAGES  \* MERGEFORMAT </w:instrText>
    </w:r>
    <w:r>
      <w:rPr>
        <w:sz w:val="20"/>
        <w:szCs w:val="20"/>
      </w:rPr>
      <w:fldChar w:fldCharType="separate"/>
    </w:r>
    <w:r w:rsidR="004E15A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2F6" w:rsidRPr="002F348E" w:rsidRDefault="008652F6" w:rsidP="00482E5B">
    <w:pPr>
      <w:pStyle w:val="Footer"/>
      <w:jc w:val="right"/>
      <w:rPr>
        <w:sz w:val="20"/>
        <w:szCs w:val="20"/>
        <w:lang w:val="en"/>
      </w:rPr>
    </w:pPr>
    <w:r w:rsidRPr="002F348E">
      <w:rPr>
        <w:rStyle w:val="PageNumber"/>
        <w:sz w:val="20"/>
        <w:szCs w:val="20"/>
      </w:rPr>
      <w:t xml:space="preserve">Seite </w:t>
    </w:r>
    <w:r w:rsidRPr="002F348E">
      <w:rPr>
        <w:rStyle w:val="PageNumber"/>
      </w:rPr>
      <w:fldChar w:fldCharType="begin"/>
    </w:r>
    <w:r w:rsidRPr="002F348E">
      <w:rPr>
        <w:sz w:val="20"/>
        <w:szCs w:val="20"/>
        <w:lang w:val="en"/>
      </w:rPr>
      <w:instrText>PAGE</w:instrText>
    </w:r>
    <w:r w:rsidRPr="002F348E">
      <w:rPr>
        <w:sz w:val="20"/>
        <w:szCs w:val="20"/>
      </w:rPr>
      <w:fldChar w:fldCharType="separate"/>
    </w:r>
    <w:r w:rsidR="00AD2E15">
      <w:rPr>
        <w:noProof/>
        <w:sz w:val="20"/>
        <w:szCs w:val="20"/>
        <w:lang w:val="en"/>
      </w:rPr>
      <w:t>2</w:t>
    </w:r>
    <w:r w:rsidRPr="002F348E">
      <w:rPr>
        <w:sz w:val="20"/>
        <w:szCs w:val="20"/>
      </w:rPr>
      <w:fldChar w:fldCharType="end"/>
    </w:r>
    <w:r w:rsidRPr="002F348E">
      <w:rPr>
        <w:rStyle w:val="PageNumber"/>
        <w:sz w:val="20"/>
        <w:szCs w:val="20"/>
        <w:lang w:val="en"/>
      </w:rPr>
      <w:t xml:space="preserve"> /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SECTIONPAGES  \* MERGEFORMAT </w:instrText>
    </w:r>
    <w:r>
      <w:rPr>
        <w:sz w:val="20"/>
        <w:szCs w:val="20"/>
      </w:rPr>
      <w:fldChar w:fldCharType="separate"/>
    </w:r>
    <w:r w:rsidR="004C1DF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2F6" w:rsidRPr="00482E5B" w:rsidRDefault="008652F6" w:rsidP="00482E5B">
    <w:pPr>
      <w:pStyle w:val="Footer"/>
      <w:jc w:val="right"/>
      <w:rPr>
        <w:sz w:val="20"/>
        <w:szCs w:val="20"/>
        <w:lang w:val="en"/>
      </w:rPr>
    </w:pPr>
    <w:r w:rsidRPr="002F348E">
      <w:rPr>
        <w:rStyle w:val="PageNumber"/>
        <w:sz w:val="20"/>
        <w:szCs w:val="20"/>
      </w:rPr>
      <w:t xml:space="preserve">Seite </w:t>
    </w:r>
    <w:r w:rsidRPr="002F348E">
      <w:rPr>
        <w:rStyle w:val="PageNumber"/>
      </w:rPr>
      <w:fldChar w:fldCharType="begin"/>
    </w:r>
    <w:r w:rsidRPr="002F348E">
      <w:rPr>
        <w:sz w:val="20"/>
        <w:szCs w:val="20"/>
        <w:lang w:val="en"/>
      </w:rPr>
      <w:instrText>PAGE</w:instrText>
    </w:r>
    <w:r w:rsidRPr="002F348E">
      <w:rPr>
        <w:sz w:val="20"/>
        <w:szCs w:val="20"/>
      </w:rPr>
      <w:fldChar w:fldCharType="separate"/>
    </w:r>
    <w:r w:rsidR="00243E9C">
      <w:rPr>
        <w:noProof/>
        <w:sz w:val="20"/>
        <w:szCs w:val="20"/>
        <w:lang w:val="en"/>
      </w:rPr>
      <w:t>1</w:t>
    </w:r>
    <w:r w:rsidRPr="002F348E">
      <w:rPr>
        <w:sz w:val="20"/>
        <w:szCs w:val="20"/>
      </w:rPr>
      <w:fldChar w:fldCharType="end"/>
    </w:r>
    <w:r w:rsidRPr="002F348E">
      <w:rPr>
        <w:rStyle w:val="PageNumber"/>
        <w:sz w:val="20"/>
        <w:szCs w:val="20"/>
        <w:lang w:val="en"/>
      </w:rPr>
      <w:t xml:space="preserve"> /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SECTIONPAGES  \* MERGEFORMAT </w:instrText>
    </w:r>
    <w:r>
      <w:rPr>
        <w:sz w:val="20"/>
        <w:szCs w:val="20"/>
      </w:rPr>
      <w:fldChar w:fldCharType="separate"/>
    </w:r>
    <w:r w:rsidR="004E15A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F52" w:rsidRDefault="00174F52">
      <w:r>
        <w:separator/>
      </w:r>
    </w:p>
  </w:footnote>
  <w:footnote w:type="continuationSeparator" w:id="0">
    <w:p w:rsidR="00174F52" w:rsidRDefault="00174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2B1" w:rsidRDefault="003D42B1" w:rsidP="00133121">
    <w:pPr>
      <w:pStyle w:val="Header"/>
    </w:pPr>
  </w:p>
  <w:p w:rsidR="003D42B1" w:rsidRPr="007D0C0A" w:rsidRDefault="003D42B1" w:rsidP="007D0C0A">
    <w:pPr>
      <w:pStyle w:val="Header"/>
      <w:pBdr>
        <w:top w:val="single" w:sz="4" w:space="1" w:color="BFBFBF" w:themeColor="background1" w:themeShade="BF"/>
      </w:pBdr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2B1" w:rsidRPr="00141E1F" w:rsidRDefault="003D42B1" w:rsidP="009A7BFE">
    <w:r>
      <w:rPr>
        <w:noProof/>
      </w:rPr>
      <w:drawing>
        <wp:anchor distT="0" distB="0" distL="114300" distR="114300" simplePos="0" relativeHeight="251661312" behindDoc="1" locked="0" layoutInCell="1" allowOverlap="1" wp14:anchorId="2853FD46" wp14:editId="6ACA3F1A">
          <wp:simplePos x="0" y="0"/>
          <wp:positionH relativeFrom="margin">
            <wp:align>right</wp:align>
          </wp:positionH>
          <wp:positionV relativeFrom="line">
            <wp:posOffset>0</wp:posOffset>
          </wp:positionV>
          <wp:extent cx="1713600" cy="482400"/>
          <wp:effectExtent l="0" t="0" r="1270" b="635"/>
          <wp:wrapSquare wrapText="bothSides"/>
          <wp:docPr id="14" name="Picture" descr="${twig:branding.logo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482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D42B1" w:rsidRPr="00141E1F" w:rsidRDefault="003D42B1" w:rsidP="009A7BFE"/>
  <w:p w:rsidR="003D42B1" w:rsidRDefault="003D42B1" w:rsidP="009A7BFE">
    <w:pPr>
      <w:pStyle w:val="Header"/>
    </w:pPr>
  </w:p>
  <w:p w:rsidR="003D42B1" w:rsidRDefault="003D42B1" w:rsidP="009A7BFE">
    <w:pPr>
      <w:pStyle w:val="Header"/>
    </w:pPr>
  </w:p>
  <w:p w:rsidR="003D42B1" w:rsidRDefault="003D42B1" w:rsidP="009A7BFE">
    <w:pPr>
      <w:pStyle w:val="Header"/>
    </w:pPr>
  </w:p>
  <w:p w:rsidR="003D42B1" w:rsidRDefault="003D42B1" w:rsidP="009A7BFE">
    <w:pPr>
      <w:pStyle w:val="Header"/>
    </w:pPr>
  </w:p>
  <w:p w:rsidR="003D42B1" w:rsidRDefault="003D42B1" w:rsidP="009A7BFE">
    <w:pPr>
      <w:pStyle w:val="Header"/>
    </w:pPr>
  </w:p>
  <w:p w:rsidR="003D42B1" w:rsidRPr="007D0C0A" w:rsidRDefault="003D42B1" w:rsidP="007D0C0A">
    <w:pPr>
      <w:pStyle w:val="Header"/>
      <w:pBdr>
        <w:top w:val="single" w:sz="4" w:space="1" w:color="BFBFBF" w:themeColor="background1" w:themeShade="BF"/>
      </w:pBdr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2F6" w:rsidRDefault="008652F6" w:rsidP="00133121">
    <w:pPr>
      <w:pStyle w:val="Header"/>
    </w:pPr>
  </w:p>
  <w:p w:rsidR="008652F6" w:rsidRPr="007D0C0A" w:rsidRDefault="008652F6" w:rsidP="007D0C0A">
    <w:pPr>
      <w:pStyle w:val="Header"/>
      <w:pBdr>
        <w:top w:val="single" w:sz="4" w:space="1" w:color="BFBFBF" w:themeColor="background1" w:themeShade="BF"/>
      </w:pBdr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52F6" w:rsidRPr="00141E1F" w:rsidRDefault="008652F6" w:rsidP="009A7BFE">
    <w:r>
      <w:rPr>
        <w:noProof/>
      </w:rPr>
      <w:drawing>
        <wp:anchor distT="0" distB="0" distL="114300" distR="114300" simplePos="0" relativeHeight="251659264" behindDoc="1" locked="0" layoutInCell="1" allowOverlap="1" wp14:anchorId="797D2F49" wp14:editId="528BFA21">
          <wp:simplePos x="0" y="0"/>
          <wp:positionH relativeFrom="margin">
            <wp:posOffset>4223385</wp:posOffset>
          </wp:positionH>
          <wp:positionV relativeFrom="margin">
            <wp:posOffset>-1453515</wp:posOffset>
          </wp:positionV>
          <wp:extent cx="1712595" cy="481965"/>
          <wp:effectExtent l="0" t="0" r="0" b="635"/>
          <wp:wrapSquare wrapText="bothSides"/>
          <wp:docPr id="1" name="Picture" descr="${twig:branding.logo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52F6" w:rsidRPr="00141E1F" w:rsidRDefault="008652F6" w:rsidP="009A7BFE"/>
  <w:p w:rsidR="008652F6" w:rsidRDefault="008652F6" w:rsidP="009A7BFE">
    <w:pPr>
      <w:pStyle w:val="Header"/>
    </w:pPr>
  </w:p>
  <w:p w:rsidR="008652F6" w:rsidRDefault="008652F6" w:rsidP="009A7BFE">
    <w:pPr>
      <w:pStyle w:val="Header"/>
    </w:pPr>
  </w:p>
  <w:p w:rsidR="008652F6" w:rsidRDefault="008652F6" w:rsidP="009A7BFE">
    <w:pPr>
      <w:pStyle w:val="Header"/>
    </w:pPr>
  </w:p>
  <w:p w:rsidR="008652F6" w:rsidRDefault="008652F6" w:rsidP="009A7BFE">
    <w:pPr>
      <w:pStyle w:val="Header"/>
    </w:pPr>
  </w:p>
  <w:p w:rsidR="008652F6" w:rsidRDefault="008652F6" w:rsidP="009A7BFE">
    <w:pPr>
      <w:pStyle w:val="Header"/>
    </w:pPr>
  </w:p>
  <w:p w:rsidR="008652F6" w:rsidRDefault="008652F6" w:rsidP="009A7BFE">
    <w:pPr>
      <w:pStyle w:val="Header"/>
    </w:pPr>
  </w:p>
  <w:p w:rsidR="008652F6" w:rsidRPr="007D0C0A" w:rsidRDefault="008652F6" w:rsidP="007D0C0A">
    <w:pPr>
      <w:pStyle w:val="Header"/>
      <w:pBdr>
        <w:top w:val="single" w:sz="4" w:space="1" w:color="BFBFBF" w:themeColor="background1" w:themeShade="BF"/>
      </w:pBdr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attachedTemplate r:id="rId1"/>
  <w:defaultTabStop w:val="708"/>
  <w:hyphenationZone w:val="425"/>
  <w:drawingGridHorizontalSpacing w:val="10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23A"/>
    <w:rsid w:val="00011AFD"/>
    <w:rsid w:val="00027D1C"/>
    <w:rsid w:val="00043491"/>
    <w:rsid w:val="00057D8F"/>
    <w:rsid w:val="0006286A"/>
    <w:rsid w:val="000653C7"/>
    <w:rsid w:val="00067B6D"/>
    <w:rsid w:val="00070EFB"/>
    <w:rsid w:val="000768CB"/>
    <w:rsid w:val="0009326B"/>
    <w:rsid w:val="00096EA8"/>
    <w:rsid w:val="000A09D3"/>
    <w:rsid w:val="000A271F"/>
    <w:rsid w:val="000A2D17"/>
    <w:rsid w:val="000C1726"/>
    <w:rsid w:val="000D1119"/>
    <w:rsid w:val="000D1421"/>
    <w:rsid w:val="000F4858"/>
    <w:rsid w:val="000F4CD9"/>
    <w:rsid w:val="00110546"/>
    <w:rsid w:val="00110D65"/>
    <w:rsid w:val="00124D77"/>
    <w:rsid w:val="00133121"/>
    <w:rsid w:val="00141E1F"/>
    <w:rsid w:val="00145D1C"/>
    <w:rsid w:val="00151019"/>
    <w:rsid w:val="00156F0F"/>
    <w:rsid w:val="001615D6"/>
    <w:rsid w:val="00174F52"/>
    <w:rsid w:val="001915D0"/>
    <w:rsid w:val="00197CD6"/>
    <w:rsid w:val="001B7BE2"/>
    <w:rsid w:val="001D1B6F"/>
    <w:rsid w:val="001D1ED2"/>
    <w:rsid w:val="002336B5"/>
    <w:rsid w:val="00243E9C"/>
    <w:rsid w:val="00255A00"/>
    <w:rsid w:val="002637CE"/>
    <w:rsid w:val="00293740"/>
    <w:rsid w:val="002A54E6"/>
    <w:rsid w:val="002B01B7"/>
    <w:rsid w:val="002E371A"/>
    <w:rsid w:val="002E634C"/>
    <w:rsid w:val="002F348E"/>
    <w:rsid w:val="002F35AD"/>
    <w:rsid w:val="002F7805"/>
    <w:rsid w:val="0030545B"/>
    <w:rsid w:val="0032098E"/>
    <w:rsid w:val="00361E49"/>
    <w:rsid w:val="0036392B"/>
    <w:rsid w:val="0038066F"/>
    <w:rsid w:val="003873F0"/>
    <w:rsid w:val="00394764"/>
    <w:rsid w:val="003D2894"/>
    <w:rsid w:val="003D42B1"/>
    <w:rsid w:val="003E062E"/>
    <w:rsid w:val="00400FCB"/>
    <w:rsid w:val="00401E85"/>
    <w:rsid w:val="004241C8"/>
    <w:rsid w:val="00465544"/>
    <w:rsid w:val="004707DD"/>
    <w:rsid w:val="0047154E"/>
    <w:rsid w:val="00482E5B"/>
    <w:rsid w:val="00490BC2"/>
    <w:rsid w:val="00493726"/>
    <w:rsid w:val="004A6ADF"/>
    <w:rsid w:val="004B1FC5"/>
    <w:rsid w:val="004B32FB"/>
    <w:rsid w:val="004C0932"/>
    <w:rsid w:val="004C1DF5"/>
    <w:rsid w:val="004C35F7"/>
    <w:rsid w:val="004D720E"/>
    <w:rsid w:val="004D7828"/>
    <w:rsid w:val="004E15AE"/>
    <w:rsid w:val="004E517B"/>
    <w:rsid w:val="004F50A3"/>
    <w:rsid w:val="004F72E1"/>
    <w:rsid w:val="004F7346"/>
    <w:rsid w:val="0050285B"/>
    <w:rsid w:val="00521790"/>
    <w:rsid w:val="00526347"/>
    <w:rsid w:val="0054484D"/>
    <w:rsid w:val="0054570B"/>
    <w:rsid w:val="005619C3"/>
    <w:rsid w:val="005702CE"/>
    <w:rsid w:val="00572E54"/>
    <w:rsid w:val="0058095A"/>
    <w:rsid w:val="005859CE"/>
    <w:rsid w:val="00591C88"/>
    <w:rsid w:val="005E1E21"/>
    <w:rsid w:val="00623401"/>
    <w:rsid w:val="00643B91"/>
    <w:rsid w:val="00673A7C"/>
    <w:rsid w:val="006B32C4"/>
    <w:rsid w:val="006D70CC"/>
    <w:rsid w:val="007123B2"/>
    <w:rsid w:val="007173F2"/>
    <w:rsid w:val="00722252"/>
    <w:rsid w:val="00733E1F"/>
    <w:rsid w:val="00774E36"/>
    <w:rsid w:val="00780EED"/>
    <w:rsid w:val="00781B34"/>
    <w:rsid w:val="00791B59"/>
    <w:rsid w:val="00797056"/>
    <w:rsid w:val="007A0E32"/>
    <w:rsid w:val="007B789B"/>
    <w:rsid w:val="007C226C"/>
    <w:rsid w:val="007C4C11"/>
    <w:rsid w:val="007C7704"/>
    <w:rsid w:val="007D0C0A"/>
    <w:rsid w:val="007E51B2"/>
    <w:rsid w:val="007F723A"/>
    <w:rsid w:val="008007DA"/>
    <w:rsid w:val="00824D49"/>
    <w:rsid w:val="008273C0"/>
    <w:rsid w:val="008473EB"/>
    <w:rsid w:val="00856DA6"/>
    <w:rsid w:val="008639A3"/>
    <w:rsid w:val="008652F6"/>
    <w:rsid w:val="00892A35"/>
    <w:rsid w:val="008A1D4F"/>
    <w:rsid w:val="008B26D3"/>
    <w:rsid w:val="008D2FED"/>
    <w:rsid w:val="008F12D3"/>
    <w:rsid w:val="008F26F4"/>
    <w:rsid w:val="008F3C63"/>
    <w:rsid w:val="008F7C7A"/>
    <w:rsid w:val="00910295"/>
    <w:rsid w:val="0091085B"/>
    <w:rsid w:val="009327E7"/>
    <w:rsid w:val="00941DE6"/>
    <w:rsid w:val="009510B8"/>
    <w:rsid w:val="00952EB2"/>
    <w:rsid w:val="009625FE"/>
    <w:rsid w:val="00962D62"/>
    <w:rsid w:val="009655A0"/>
    <w:rsid w:val="00980C29"/>
    <w:rsid w:val="00987271"/>
    <w:rsid w:val="009907B6"/>
    <w:rsid w:val="009A7BFE"/>
    <w:rsid w:val="009B117F"/>
    <w:rsid w:val="009B5DA2"/>
    <w:rsid w:val="009D3DA3"/>
    <w:rsid w:val="009E5DAB"/>
    <w:rsid w:val="009E66B7"/>
    <w:rsid w:val="00A26607"/>
    <w:rsid w:val="00A61A1F"/>
    <w:rsid w:val="00A679CE"/>
    <w:rsid w:val="00A67C74"/>
    <w:rsid w:val="00A7547C"/>
    <w:rsid w:val="00A82642"/>
    <w:rsid w:val="00A9161F"/>
    <w:rsid w:val="00A94832"/>
    <w:rsid w:val="00AA1116"/>
    <w:rsid w:val="00AA3817"/>
    <w:rsid w:val="00AB6D7B"/>
    <w:rsid w:val="00AC0970"/>
    <w:rsid w:val="00AC4291"/>
    <w:rsid w:val="00AD06DC"/>
    <w:rsid w:val="00AD2E15"/>
    <w:rsid w:val="00AD551E"/>
    <w:rsid w:val="00B12CA3"/>
    <w:rsid w:val="00B17166"/>
    <w:rsid w:val="00B353A5"/>
    <w:rsid w:val="00B359B9"/>
    <w:rsid w:val="00B37D4B"/>
    <w:rsid w:val="00B40931"/>
    <w:rsid w:val="00B43E88"/>
    <w:rsid w:val="00B575AA"/>
    <w:rsid w:val="00B82545"/>
    <w:rsid w:val="00B851EA"/>
    <w:rsid w:val="00B9060F"/>
    <w:rsid w:val="00B9339F"/>
    <w:rsid w:val="00BA0EB4"/>
    <w:rsid w:val="00BD7B1C"/>
    <w:rsid w:val="00C116AA"/>
    <w:rsid w:val="00C11F04"/>
    <w:rsid w:val="00C12E77"/>
    <w:rsid w:val="00C15841"/>
    <w:rsid w:val="00C16E58"/>
    <w:rsid w:val="00C25A68"/>
    <w:rsid w:val="00C62E36"/>
    <w:rsid w:val="00C677FE"/>
    <w:rsid w:val="00C75E50"/>
    <w:rsid w:val="00C8468E"/>
    <w:rsid w:val="00C9310F"/>
    <w:rsid w:val="00CA1BC5"/>
    <w:rsid w:val="00CB5F25"/>
    <w:rsid w:val="00CC2BB9"/>
    <w:rsid w:val="00CD26EB"/>
    <w:rsid w:val="00CD61BC"/>
    <w:rsid w:val="00CF72DA"/>
    <w:rsid w:val="00D012F1"/>
    <w:rsid w:val="00D018FB"/>
    <w:rsid w:val="00D0469A"/>
    <w:rsid w:val="00D2602A"/>
    <w:rsid w:val="00D27C16"/>
    <w:rsid w:val="00D5195B"/>
    <w:rsid w:val="00D6179C"/>
    <w:rsid w:val="00D61FCB"/>
    <w:rsid w:val="00D65C7B"/>
    <w:rsid w:val="00D71B9B"/>
    <w:rsid w:val="00D83B5E"/>
    <w:rsid w:val="00DB3825"/>
    <w:rsid w:val="00DB6F83"/>
    <w:rsid w:val="00DC42BB"/>
    <w:rsid w:val="00DC462D"/>
    <w:rsid w:val="00DD09FF"/>
    <w:rsid w:val="00DD50B8"/>
    <w:rsid w:val="00E17325"/>
    <w:rsid w:val="00E35A82"/>
    <w:rsid w:val="00E40F95"/>
    <w:rsid w:val="00E44627"/>
    <w:rsid w:val="00E53E7E"/>
    <w:rsid w:val="00E56027"/>
    <w:rsid w:val="00E72184"/>
    <w:rsid w:val="00E75E98"/>
    <w:rsid w:val="00E91643"/>
    <w:rsid w:val="00E95318"/>
    <w:rsid w:val="00EB4132"/>
    <w:rsid w:val="00EE2811"/>
    <w:rsid w:val="00F02569"/>
    <w:rsid w:val="00F06F16"/>
    <w:rsid w:val="00F418B7"/>
    <w:rsid w:val="00F44412"/>
    <w:rsid w:val="00F4766B"/>
    <w:rsid w:val="00F55404"/>
    <w:rsid w:val="00F601AD"/>
    <w:rsid w:val="00F60CDD"/>
    <w:rsid w:val="00F6369A"/>
    <w:rsid w:val="00F65259"/>
    <w:rsid w:val="00F866D1"/>
    <w:rsid w:val="00F86F12"/>
    <w:rsid w:val="00F97441"/>
    <w:rsid w:val="00FC1015"/>
    <w:rsid w:val="00FD7B76"/>
    <w:rsid w:val="00FE40F5"/>
    <w:rsid w:val="00FE4A19"/>
    <w:rsid w:val="00FE5F7E"/>
    <w:rsid w:val="00FF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EF126F4"/>
  <w15:docId w15:val="{A963CD78-1DF2-1C4B-93D4-75365E82D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495C"/>
    <w:pPr>
      <w:suppressAutoHyphens/>
    </w:pPr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15611"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Normal"/>
  </w:style>
  <w:style w:type="paragraph" w:customStyle="1" w:styleId="Tabellenberschrift">
    <w:name w:val="Tabellen Überschrift"/>
    <w:basedOn w:val="TabellenInhalt"/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hmeninhalt">
    <w:name w:val="Rahmeninhalt"/>
    <w:basedOn w:val="Normal"/>
    <w:rsid w:val="009A7BFE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spahn/Library/Group%20Containers/UBF8T346G9.Office/User%20Content.localized/Templates.localized/addressbook_contact_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BB65E4-6A3D-E64E-A83A-9675AD67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addressbook_contact_letter.dotx</Template>
  <TotalTime>0</TotalTime>
  <Pages>2</Pages>
  <Words>89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Michael Spahn</dc:creator>
  <cp:lastModifiedBy>Michael Spahn</cp:lastModifiedBy>
  <cp:revision>14</cp:revision>
  <dcterms:created xsi:type="dcterms:W3CDTF">2018-01-25T13:21:00Z</dcterms:created>
  <dcterms:modified xsi:type="dcterms:W3CDTF">2018-02-07T15:32:00Z</dcterms:modified>
  <dc:language>de-DE</dc:language>
</cp:coreProperties>
</file>